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D67579A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913D0B">
        <w:rPr>
          <w:lang w:val="en-GB"/>
        </w:rPr>
        <w:t xml:space="preserve"> 16-G004-25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F17236" w:rsidRPr="00A83773" w14:paraId="5CE7C1A9" w14:textId="77777777" w:rsidTr="00E33E48">
        <w:tc>
          <w:tcPr>
            <w:tcW w:w="4673" w:type="dxa"/>
          </w:tcPr>
          <w:p w14:paraId="0C86EBA3" w14:textId="77777777" w:rsidR="00F17236" w:rsidRPr="00A83773" w:rsidRDefault="00F17236" w:rsidP="00E33E48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2F0A8131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10AF863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F17236" w:rsidRPr="00A83773" w14:paraId="4C2D539F" w14:textId="77777777" w:rsidTr="00E33E48">
        <w:tc>
          <w:tcPr>
            <w:tcW w:w="4673" w:type="dxa"/>
          </w:tcPr>
          <w:p w14:paraId="41FD461D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2C779895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3256200" w14:textId="3C15AF05" w:rsidR="00F17236" w:rsidRPr="00A83773" w:rsidRDefault="0034373B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</w:t>
            </w:r>
            <w:r w:rsidR="001611F1">
              <w:rPr>
                <w:rFonts w:ascii="Calibri" w:hAnsi="Calibri"/>
                <w:szCs w:val="20"/>
              </w:rPr>
              <w:t>/1</w:t>
            </w:r>
            <w:r w:rsidR="00803BB8">
              <w:rPr>
                <w:rFonts w:ascii="Calibri" w:hAnsi="Calibri"/>
                <w:szCs w:val="20"/>
              </w:rPr>
              <w:t>1</w:t>
            </w:r>
            <w:r w:rsidR="001611F1">
              <w:rPr>
                <w:rFonts w:ascii="Calibri" w:hAnsi="Calibri"/>
                <w:szCs w:val="20"/>
              </w:rPr>
              <w:t>/25</w:t>
            </w:r>
          </w:p>
        </w:tc>
      </w:tr>
      <w:tr w:rsidR="00F17236" w:rsidRPr="00A83773" w14:paraId="45B2B4FE" w14:textId="77777777" w:rsidTr="00E33E48">
        <w:tc>
          <w:tcPr>
            <w:tcW w:w="4673" w:type="dxa"/>
          </w:tcPr>
          <w:p w14:paraId="01EDC865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1A2D75B4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D0937E8" w14:textId="7EAF5987" w:rsidR="00F17236" w:rsidRPr="00A83773" w:rsidRDefault="00F17236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</w:t>
            </w:r>
            <w:r w:rsidR="0034373B">
              <w:rPr>
                <w:rFonts w:ascii="Calibri" w:hAnsi="Calibri"/>
                <w:szCs w:val="20"/>
              </w:rPr>
              <w:t>21/11/2025</w:t>
            </w:r>
          </w:p>
        </w:tc>
      </w:tr>
      <w:tr w:rsidR="00F17236" w:rsidRPr="00A83773" w14:paraId="1FDA9F26" w14:textId="77777777" w:rsidTr="00E33E48">
        <w:tc>
          <w:tcPr>
            <w:tcW w:w="4673" w:type="dxa"/>
          </w:tcPr>
          <w:p w14:paraId="73D65BD2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</w:tcPr>
          <w:p w14:paraId="018D888B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2DBBFCB6" w14:textId="4AA45424" w:rsidR="00F17236" w:rsidRPr="00A83773" w:rsidRDefault="0034373B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28/11/2025</w:t>
            </w:r>
          </w:p>
        </w:tc>
      </w:tr>
      <w:tr w:rsidR="00F17236" w:rsidRPr="00A83773" w14:paraId="5AFC7FC8" w14:textId="77777777" w:rsidTr="00E33E48">
        <w:tc>
          <w:tcPr>
            <w:tcW w:w="4673" w:type="dxa"/>
            <w:tcBorders>
              <w:bottom w:val="single" w:sz="12" w:space="0" w:color="auto"/>
            </w:tcBorders>
          </w:tcPr>
          <w:p w14:paraId="2118294B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36F4F215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6DF7EAED" w14:textId="247F7914" w:rsidR="00F17236" w:rsidRPr="00A83773" w:rsidRDefault="0034373B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1/12/2025</w:t>
            </w:r>
          </w:p>
        </w:tc>
      </w:tr>
      <w:tr w:rsidR="00F17236" w:rsidRPr="00A83773" w14:paraId="69FDBD88" w14:textId="77777777" w:rsidTr="00E33E48">
        <w:tc>
          <w:tcPr>
            <w:tcW w:w="4673" w:type="dxa"/>
          </w:tcPr>
          <w:p w14:paraId="23BEF4E6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6FC5DBD7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8FC177" w14:textId="2DA85CC3" w:rsidR="00F17236" w:rsidRPr="00A83773" w:rsidRDefault="0034373B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3/12/2025</w:t>
            </w:r>
          </w:p>
        </w:tc>
      </w:tr>
      <w:tr w:rsidR="00F17236" w:rsidRPr="00A83773" w14:paraId="7AFFF1F4" w14:textId="77777777" w:rsidTr="00E33E48">
        <w:tc>
          <w:tcPr>
            <w:tcW w:w="4673" w:type="dxa"/>
          </w:tcPr>
          <w:p w14:paraId="465CF94D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77D4D237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3A91809E" w14:textId="40BC5F0D" w:rsidR="00F17236" w:rsidRPr="00A83773" w:rsidRDefault="0034373B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5/12/2025</w:t>
            </w:r>
          </w:p>
        </w:tc>
      </w:tr>
      <w:tr w:rsidR="00F17236" w:rsidRPr="00A83773" w14:paraId="4E81A97C" w14:textId="77777777" w:rsidTr="00E33E48">
        <w:tc>
          <w:tcPr>
            <w:tcW w:w="4673" w:type="dxa"/>
          </w:tcPr>
          <w:p w14:paraId="47F2258F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2F97CBF9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D78CDF2" w14:textId="4DA539AE" w:rsidR="00F17236" w:rsidRPr="00A83773" w:rsidRDefault="0034373B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19/12/2025</w:t>
            </w:r>
          </w:p>
        </w:tc>
      </w:tr>
      <w:tr w:rsidR="00F17236" w:rsidRPr="00A83773" w14:paraId="28C6ABB8" w14:textId="77777777" w:rsidTr="00E33E48">
        <w:tc>
          <w:tcPr>
            <w:tcW w:w="4673" w:type="dxa"/>
          </w:tcPr>
          <w:p w14:paraId="5F4FDB87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15A5AFF3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105BB1F5" w14:textId="5960CB40" w:rsidR="00F17236" w:rsidRPr="00A83773" w:rsidRDefault="0034373B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23/12/2025</w:t>
            </w:r>
          </w:p>
        </w:tc>
      </w:tr>
      <w:tr w:rsidR="00F17236" w:rsidRPr="00A33618" w14:paraId="029E8230" w14:textId="77777777" w:rsidTr="00E33E48">
        <w:tc>
          <w:tcPr>
            <w:tcW w:w="4673" w:type="dxa"/>
          </w:tcPr>
          <w:p w14:paraId="68B66FA8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39E67A9D" w14:textId="77777777" w:rsidR="00F17236" w:rsidRPr="00690137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9FAB92B" w14:textId="7BF731B5" w:rsidR="00F17236" w:rsidRPr="00532E97" w:rsidRDefault="0034373B" w:rsidP="003B241F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24/12/2025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ABF7C" w14:textId="77777777" w:rsidR="004B4315" w:rsidRDefault="004B4315">
      <w:r>
        <w:separator/>
      </w:r>
    </w:p>
  </w:endnote>
  <w:endnote w:type="continuationSeparator" w:id="0">
    <w:p w14:paraId="78599282" w14:textId="77777777" w:rsidR="004B4315" w:rsidRDefault="004B4315">
      <w:r>
        <w:continuationSeparator/>
      </w:r>
    </w:p>
  </w:endnote>
  <w:endnote w:type="continuationNotice" w:id="1">
    <w:p w14:paraId="52F97959" w14:textId="77777777" w:rsidR="004B4315" w:rsidRDefault="004B43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D4E7B9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4373B">
      <w:rPr>
        <w:noProof/>
      </w:rPr>
      <w:t>2025-11-06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B0B20" w14:textId="77777777" w:rsidR="004B4315" w:rsidRDefault="004B4315">
      <w:r>
        <w:separator/>
      </w:r>
    </w:p>
  </w:footnote>
  <w:footnote w:type="continuationSeparator" w:id="0">
    <w:p w14:paraId="45514E9E" w14:textId="77777777" w:rsidR="004B4315" w:rsidRDefault="004B4315">
      <w:r>
        <w:continuationSeparator/>
      </w:r>
    </w:p>
  </w:footnote>
  <w:footnote w:type="continuationNotice" w:id="1">
    <w:p w14:paraId="07950D10" w14:textId="77777777" w:rsidR="004B4315" w:rsidRDefault="004B43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639512">
    <w:abstractNumId w:val="1"/>
  </w:num>
  <w:num w:numId="2" w16cid:durableId="1810317602">
    <w:abstractNumId w:val="10"/>
  </w:num>
  <w:num w:numId="3" w16cid:durableId="1081223613">
    <w:abstractNumId w:val="11"/>
  </w:num>
  <w:num w:numId="4" w16cid:durableId="589579172">
    <w:abstractNumId w:val="4"/>
  </w:num>
  <w:num w:numId="5" w16cid:durableId="1545677229">
    <w:abstractNumId w:val="3"/>
  </w:num>
  <w:num w:numId="6" w16cid:durableId="18240439">
    <w:abstractNumId w:val="7"/>
  </w:num>
  <w:num w:numId="7" w16cid:durableId="759713150">
    <w:abstractNumId w:val="5"/>
  </w:num>
  <w:num w:numId="8" w16cid:durableId="1864973454">
    <w:abstractNumId w:val="9"/>
  </w:num>
  <w:num w:numId="9" w16cid:durableId="963391234">
    <w:abstractNumId w:val="0"/>
  </w:num>
  <w:num w:numId="10" w16cid:durableId="1239901091">
    <w:abstractNumId w:val="8"/>
  </w:num>
  <w:num w:numId="11" w16cid:durableId="893202441">
    <w:abstractNumId w:val="2"/>
  </w:num>
  <w:num w:numId="12" w16cid:durableId="115784006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11F1"/>
    <w:rsid w:val="00162007"/>
    <w:rsid w:val="00162946"/>
    <w:rsid w:val="001662EF"/>
    <w:rsid w:val="00167B20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12C6"/>
    <w:rsid w:val="00273C73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73B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8FD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241F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24E8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315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93E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6DF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50F3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2363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BB8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56EA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3D0B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181"/>
    <w:rsid w:val="00941428"/>
    <w:rsid w:val="0094214B"/>
    <w:rsid w:val="00945767"/>
    <w:rsid w:val="00946A63"/>
    <w:rsid w:val="00947D23"/>
    <w:rsid w:val="0095057D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43B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9C0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36186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723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111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13</cp:revision>
  <cp:lastPrinted>2013-10-18T08:32:00Z</cp:lastPrinted>
  <dcterms:created xsi:type="dcterms:W3CDTF">2020-07-06T12:32:00Z</dcterms:created>
  <dcterms:modified xsi:type="dcterms:W3CDTF">2025-11-06T03:31:00Z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eff8ac1162e1b76c79572e88f11a2f1111a75dc90efb26dad64bc25b52d2219c</vt:lpwstr>
  </property>
</Properties>
</file>